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9131C" w14:textId="08C0EDEF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8CEB128" wp14:editId="520B15E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E418777" wp14:editId="02F68E7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374EB2">
        <w:rPr>
          <w:rFonts w:ascii="Segoe Print" w:hAnsi="Segoe Print"/>
          <w:b/>
          <w:sz w:val="24"/>
        </w:rPr>
        <w:t>3</w:t>
      </w:r>
      <w:r w:rsidR="00730A9F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730A9F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proofErr w:type="gramStart"/>
      <w:r w:rsidR="003B2A0C">
        <w:rPr>
          <w:rFonts w:ascii="Segoe Print" w:hAnsi="Segoe Print"/>
          <w:b/>
          <w:sz w:val="24"/>
        </w:rPr>
        <w:t>Non Calculator</w:t>
      </w:r>
      <w:proofErr w:type="gramEnd"/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63BEE419" w14:textId="1A1E9AE9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0A63AF" w14:paraId="7C7E9FD7" w14:textId="77777777" w:rsidTr="004868DC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D418580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379C9DA1" w14:textId="77777777" w:rsidR="007C5701" w:rsidRDefault="007C5701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</w:t>
            </w:r>
            <w:r w:rsidR="000A15D0">
              <w:rPr>
                <w:rFonts w:ascii="Avenir Book" w:eastAsiaTheme="minorEastAsia" w:hAnsi="Avenir Book"/>
              </w:rPr>
              <w:t>Work out the value of:</w:t>
            </w:r>
          </w:p>
          <w:p w14:paraId="32B34D26" w14:textId="77777777" w:rsidR="000A15D0" w:rsidRDefault="000A15D0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2</w:t>
            </w:r>
            <w:r>
              <w:rPr>
                <w:rFonts w:ascii="Avenir Book" w:eastAsiaTheme="minorEastAsia" w:hAnsi="Avenir Book"/>
                <w:vertAlign w:val="superscript"/>
              </w:rPr>
              <w:t>3</w:t>
            </w:r>
            <w:r>
              <w:rPr>
                <w:rFonts w:ascii="Avenir Book" w:eastAsiaTheme="minorEastAsia" w:hAnsi="Avenir Book"/>
              </w:rPr>
              <w:t xml:space="preserve"> = </w:t>
            </w:r>
          </w:p>
          <w:p w14:paraId="65D77EB7" w14:textId="7BA525BC" w:rsidR="000A15D0" w:rsidRPr="000A15D0" w:rsidRDefault="000A15D0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eastAsiaTheme="minorEastAsia" w:hAnsi="Avenir Book"/>
              </w:rPr>
              <w:t>5</w:t>
            </w:r>
            <w:r>
              <w:rPr>
                <w:rFonts w:ascii="Avenir Book" w:eastAsiaTheme="minorEastAsia" w:hAnsi="Avenir Book"/>
                <w:vertAlign w:val="superscript"/>
              </w:rPr>
              <w:t>3</w:t>
            </w:r>
            <w:r>
              <w:rPr>
                <w:rFonts w:ascii="Avenir Book" w:eastAsiaTheme="minorEastAsia" w:hAnsi="Avenir Book"/>
              </w:rPr>
              <w:t xml:space="preserve">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725206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544925F4" w14:textId="77777777" w:rsidR="00E05DE5" w:rsidRPr="000A63AF" w:rsidRDefault="00E05DE5" w:rsidP="00E05DE5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Round 27.4729 to 2 decimal places</w:t>
            </w:r>
          </w:p>
          <w:p w14:paraId="4129D289" w14:textId="01E549B4" w:rsidR="008E22E3" w:rsidRPr="000A63AF" w:rsidRDefault="008E22E3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bookmarkStart w:id="0" w:name="_GoBack"/>
            <w:bookmarkEnd w:id="0"/>
          </w:p>
        </w:tc>
      </w:tr>
      <w:tr w:rsidR="002E29DC" w:rsidRPr="00C240D5" w14:paraId="236AE8FD" w14:textId="77777777" w:rsidTr="004868DC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0C705A6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79EC8203" w14:textId="4C371CA5" w:rsidR="002E29DC" w:rsidRPr="00C240D5" w:rsidRDefault="002E29DC" w:rsidP="00374EB2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Calculate 1.2 x 25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0144AC66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39A11BDF" w14:textId="77777777" w:rsidR="002E29DC" w:rsidRDefault="004868DC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>
              <w:rPr>
                <w:rFonts w:ascii="Avenir Book" w:hAnsi="Avenir Book"/>
              </w:rPr>
              <w:t>24:</w:t>
            </w:r>
            <w:proofErr w:type="gramEnd"/>
          </w:p>
          <w:p w14:paraId="1F5BE4F2" w14:textId="0985C48E" w:rsidR="004868DC" w:rsidRPr="00C240D5" w:rsidRDefault="003C159D" w:rsidP="004868DC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1008" behindDoc="0" locked="0" layoutInCell="1" allowOverlap="1" wp14:anchorId="7BF1A368" wp14:editId="3964E979">
                  <wp:simplePos x="0" y="0"/>
                  <wp:positionH relativeFrom="column">
                    <wp:posOffset>2712278</wp:posOffset>
                  </wp:positionH>
                  <wp:positionV relativeFrom="paragraph">
                    <wp:posOffset>1743107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5E4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87D27B" wp14:editId="6EE8DD80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280815</wp:posOffset>
                      </wp:positionV>
                      <wp:extent cx="196215" cy="184785"/>
                      <wp:effectExtent l="0" t="0" r="19685" b="1841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" cy="1847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3A37C6" id="Straight Connector 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5pt,22.1pt" to="139pt,3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" strokecolor="#4579b8 [3044]"/>
                  </w:pict>
                </mc:Fallback>
              </mc:AlternateContent>
            </w:r>
            <w:r w:rsidR="004868DC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F88E7E0" wp14:editId="56503183">
                      <wp:simplePos x="0" y="0"/>
                      <wp:positionH relativeFrom="column">
                        <wp:posOffset>1259655</wp:posOffset>
                      </wp:positionH>
                      <wp:positionV relativeFrom="paragraph">
                        <wp:posOffset>294552</wp:posOffset>
                      </wp:positionV>
                      <wp:extent cx="196770" cy="185195"/>
                      <wp:effectExtent l="0" t="0" r="19685" b="1841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6770" cy="1851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FF84F0" id="Straight Connector 7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pt,23.2pt" to="114.7pt,3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" strokecolor="#4579b8 [3044]"/>
                  </w:pict>
                </mc:Fallback>
              </mc:AlternateContent>
            </w:r>
            <w:r w:rsidR="004868DC">
              <w:rPr>
                <w:rFonts w:ascii="Avenir Book" w:hAnsi="Avenir Book"/>
              </w:rPr>
              <w:t>24</w:t>
            </w:r>
          </w:p>
        </w:tc>
      </w:tr>
      <w:tr w:rsidR="002E29DC" w:rsidRPr="00C240D5" w14:paraId="6C58ECA0" w14:textId="77777777" w:rsidTr="002E5E4B">
        <w:trPr>
          <w:trHeight w:val="1967"/>
        </w:trPr>
        <w:tc>
          <w:tcPr>
            <w:tcW w:w="421" w:type="dxa"/>
            <w:tcBorders>
              <w:right w:val="nil"/>
            </w:tcBorders>
          </w:tcPr>
          <w:p w14:paraId="5778F9EA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708805DA" w14:textId="77777777" w:rsidR="002E29DC" w:rsidRPr="00C240D5" w:rsidRDefault="002E29DC" w:rsidP="007E2C1A">
            <w:pPr>
              <w:spacing w:before="120" w:after="0"/>
              <w:rPr>
                <w:rFonts w:ascii="Avenir Book" w:hAnsi="Avenir Book"/>
              </w:rPr>
            </w:pPr>
            <w:r w:rsidRPr="00752273">
              <w:rPr>
                <w:rFonts w:ascii="Avenir Book" w:hAnsi="Avenir Book"/>
              </w:rPr>
              <w:drawing>
                <wp:anchor distT="0" distB="0" distL="114300" distR="114300" simplePos="0" relativeHeight="251679744" behindDoc="0" locked="0" layoutInCell="1" allowOverlap="1" wp14:anchorId="133E1A28" wp14:editId="35CDF767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61595</wp:posOffset>
                  </wp:positionV>
                  <wp:extent cx="810228" cy="1050550"/>
                  <wp:effectExtent l="0" t="0" r="3175" b="381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228" cy="105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Find the length of the diagonal</w:t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2D5582B1" w14:textId="77777777" w:rsidR="002E29DC" w:rsidRPr="00C240D5" w:rsidRDefault="002E29DC" w:rsidP="007E2C1A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3B05E618" w14:textId="7ED9470F" w:rsidR="002E29DC" w:rsidRPr="00C240D5" w:rsidRDefault="002E29DC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2A7AA206" w14:textId="3AF71E20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76DFFB6C" w14:textId="4D8FD03D" w:rsidR="002E5E4B" w:rsidRDefault="002E5E4B" w:rsidP="00525119">
      <w:pPr>
        <w:spacing w:after="0"/>
        <w:rPr>
          <w:rFonts w:ascii="Avenir Book" w:hAnsi="Avenir Book"/>
          <w:sz w:val="24"/>
          <w:szCs w:val="24"/>
        </w:rPr>
      </w:pPr>
    </w:p>
    <w:p w14:paraId="19802726" w14:textId="2134950B" w:rsidR="002E5E4B" w:rsidRDefault="003C159D" w:rsidP="002E5E4B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7B0517BB" wp14:editId="77E53016">
            <wp:simplePos x="0" y="0"/>
            <wp:positionH relativeFrom="column">
              <wp:posOffset>6100433</wp:posOffset>
            </wp:positionH>
            <wp:positionV relativeFrom="paragraph">
              <wp:posOffset>3753895</wp:posOffset>
            </wp:positionV>
            <wp:extent cx="572188" cy="401760"/>
            <wp:effectExtent l="0" t="0" r="0" b="508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E4B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5888" behindDoc="0" locked="0" layoutInCell="1" allowOverlap="1" wp14:anchorId="61C841A9" wp14:editId="360E8B6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1" name="Picture 1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E4B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4864" behindDoc="0" locked="0" layoutInCell="1" allowOverlap="1" wp14:anchorId="43E7E2C8" wp14:editId="31F3F48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E4B" w:rsidRPr="00525119">
        <w:rPr>
          <w:rFonts w:ascii="Kristen ITC" w:hAnsi="Kristen ITC"/>
          <w:b/>
        </w:rPr>
        <w:t xml:space="preserve"> </w:t>
      </w:r>
      <w:r w:rsidR="002E5E4B" w:rsidRPr="0090117B">
        <w:rPr>
          <w:rFonts w:ascii="Segoe Print" w:hAnsi="Segoe Print"/>
          <w:b/>
          <w:sz w:val="24"/>
        </w:rPr>
        <w:t xml:space="preserve">BBQ </w:t>
      </w:r>
      <w:r w:rsidR="002E5E4B">
        <w:rPr>
          <w:rFonts w:ascii="Segoe Print" w:hAnsi="Segoe Print"/>
          <w:b/>
          <w:sz w:val="24"/>
        </w:rPr>
        <w:t>31</w:t>
      </w:r>
      <w:r w:rsidR="002E5E4B" w:rsidRPr="0090117B">
        <w:rPr>
          <w:rFonts w:ascii="Segoe Print" w:hAnsi="Segoe Print"/>
          <w:b/>
          <w:sz w:val="24"/>
        </w:rPr>
        <w:t>.1 FOUNDATION</w:t>
      </w:r>
      <w:r w:rsidR="002E5E4B">
        <w:rPr>
          <w:rFonts w:ascii="Segoe Print" w:hAnsi="Segoe Print"/>
          <w:b/>
          <w:sz w:val="24"/>
        </w:rPr>
        <w:tab/>
      </w:r>
      <w:r w:rsidR="002E5E4B">
        <w:rPr>
          <w:rFonts w:ascii="Segoe Print" w:hAnsi="Segoe Print"/>
          <w:b/>
          <w:sz w:val="24"/>
        </w:rPr>
        <w:tab/>
      </w:r>
      <w:r w:rsidR="002E5E4B">
        <w:rPr>
          <w:rFonts w:ascii="Segoe Print" w:hAnsi="Segoe Print"/>
          <w:b/>
          <w:sz w:val="24"/>
        </w:rPr>
        <w:tab/>
      </w:r>
      <w:r w:rsidR="002E5E4B">
        <w:rPr>
          <w:rFonts w:ascii="Segoe Print" w:hAnsi="Segoe Print"/>
          <w:b/>
          <w:sz w:val="24"/>
        </w:rPr>
        <w:tab/>
      </w:r>
      <w:r w:rsidR="002E5E4B">
        <w:rPr>
          <w:rFonts w:ascii="Segoe Print" w:hAnsi="Segoe Print"/>
          <w:b/>
          <w:sz w:val="24"/>
        </w:rPr>
        <w:tab/>
      </w:r>
      <w:proofErr w:type="gramStart"/>
      <w:r w:rsidR="002E5E4B">
        <w:rPr>
          <w:rFonts w:ascii="Segoe Print" w:hAnsi="Segoe Print"/>
          <w:b/>
          <w:sz w:val="24"/>
        </w:rPr>
        <w:t>Non Calculator</w:t>
      </w:r>
      <w:proofErr w:type="gramEnd"/>
      <w:r w:rsidR="002E5E4B">
        <w:rPr>
          <w:rFonts w:ascii="Segoe Print" w:hAnsi="Segoe Print"/>
          <w:b/>
          <w:sz w:val="24"/>
        </w:rPr>
        <w:tab/>
      </w:r>
      <w:r w:rsidR="002E5E4B">
        <w:rPr>
          <w:rFonts w:ascii="Segoe Print" w:hAnsi="Segoe Print"/>
          <w:b/>
          <w:sz w:val="24"/>
        </w:rPr>
        <w:tab/>
      </w:r>
    </w:p>
    <w:p w14:paraId="646A98BF" w14:textId="2C456868" w:rsidR="002E5E4B" w:rsidRDefault="002E5E4B" w:rsidP="002E5E4B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2E5E4B" w:rsidRPr="000A63AF" w14:paraId="40EEC98E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872BD36" w14:textId="77777777" w:rsidR="002E5E4B" w:rsidRPr="00C240D5" w:rsidRDefault="002E5E4B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14D1BB0E" w14:textId="77777777" w:rsidR="002E5E4B" w:rsidRDefault="002E5E4B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Work out the value of:</w:t>
            </w:r>
          </w:p>
          <w:p w14:paraId="4D01B3EB" w14:textId="34A20E32" w:rsidR="002E5E4B" w:rsidRDefault="002E5E4B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2</w:t>
            </w:r>
            <w:r>
              <w:rPr>
                <w:rFonts w:ascii="Avenir Book" w:eastAsiaTheme="minorEastAsia" w:hAnsi="Avenir Book"/>
                <w:vertAlign w:val="superscript"/>
              </w:rPr>
              <w:t>3</w:t>
            </w:r>
            <w:r>
              <w:rPr>
                <w:rFonts w:ascii="Avenir Book" w:eastAsiaTheme="minorEastAsia" w:hAnsi="Avenir Book"/>
              </w:rPr>
              <w:t xml:space="preserve"> = </w:t>
            </w:r>
          </w:p>
          <w:p w14:paraId="5560222D" w14:textId="77777777" w:rsidR="002E5E4B" w:rsidRPr="000A15D0" w:rsidRDefault="002E5E4B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eastAsiaTheme="minorEastAsia" w:hAnsi="Avenir Book"/>
              </w:rPr>
              <w:t>5</w:t>
            </w:r>
            <w:r>
              <w:rPr>
                <w:rFonts w:ascii="Avenir Book" w:eastAsiaTheme="minorEastAsia" w:hAnsi="Avenir Book"/>
                <w:vertAlign w:val="superscript"/>
              </w:rPr>
              <w:t>3</w:t>
            </w:r>
            <w:r>
              <w:rPr>
                <w:rFonts w:ascii="Avenir Book" w:eastAsiaTheme="minorEastAsia" w:hAnsi="Avenir Book"/>
              </w:rPr>
              <w:t xml:space="preserve">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40BF016" w14:textId="77777777" w:rsidR="002E5E4B" w:rsidRPr="00C240D5" w:rsidRDefault="002E5E4B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90670BB" w14:textId="59760130" w:rsidR="00E05DE5" w:rsidRPr="000A63AF" w:rsidRDefault="00E05DE5" w:rsidP="00E05DE5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Round 27.4729 to 2 decimal places</w:t>
            </w:r>
          </w:p>
          <w:p w14:paraId="20D5B0DD" w14:textId="64BE408C" w:rsidR="002E5E4B" w:rsidRPr="000A63AF" w:rsidRDefault="002E5E4B" w:rsidP="00EA5960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2E5E4B" w:rsidRPr="00C240D5" w14:paraId="0F4F745B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3B71A10" w14:textId="77777777" w:rsidR="002E5E4B" w:rsidRPr="00C240D5" w:rsidRDefault="002E5E4B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26FAA9C" w14:textId="77777777" w:rsidR="002E5E4B" w:rsidRPr="00C240D5" w:rsidRDefault="002E5E4B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Calculate 1.2 x 25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50F0F17F" w14:textId="77777777" w:rsidR="002E5E4B" w:rsidRPr="00C240D5" w:rsidRDefault="002E5E4B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466D7246" w14:textId="13F00534" w:rsidR="002E5E4B" w:rsidRDefault="002E5E4B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>
              <w:rPr>
                <w:rFonts w:ascii="Avenir Book" w:hAnsi="Avenir Book"/>
              </w:rPr>
              <w:t>24:</w:t>
            </w:r>
            <w:proofErr w:type="gramEnd"/>
          </w:p>
          <w:p w14:paraId="6FC5B8CD" w14:textId="6F9EE3DF" w:rsidR="002E5E4B" w:rsidRPr="00C240D5" w:rsidRDefault="002E5E4B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6F827F8" wp14:editId="292241E4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280815</wp:posOffset>
                      </wp:positionV>
                      <wp:extent cx="196215" cy="184785"/>
                      <wp:effectExtent l="0" t="0" r="19685" b="1841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" cy="1847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C8B3CB" id="Straight Connector 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5pt,22.1pt" to="139pt,3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" strokecolor="#4579b8 [3044]"/>
                  </w:pict>
                </mc:Fallback>
              </mc:AlternateContent>
            </w:r>
            <w:r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24697C7" wp14:editId="09397FDE">
                      <wp:simplePos x="0" y="0"/>
                      <wp:positionH relativeFrom="column">
                        <wp:posOffset>1259655</wp:posOffset>
                      </wp:positionH>
                      <wp:positionV relativeFrom="paragraph">
                        <wp:posOffset>294552</wp:posOffset>
                      </wp:positionV>
                      <wp:extent cx="196770" cy="185195"/>
                      <wp:effectExtent l="0" t="0" r="19685" b="1841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6770" cy="1851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BED33A" id="Straight Connector 10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pt,23.2pt" to="114.7pt,3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" strokecolor="#4579b8 [3044]"/>
                  </w:pict>
                </mc:Fallback>
              </mc:AlternateContent>
            </w:r>
            <w:r>
              <w:rPr>
                <w:rFonts w:ascii="Avenir Book" w:hAnsi="Avenir Book"/>
              </w:rPr>
              <w:t>24</w:t>
            </w:r>
          </w:p>
        </w:tc>
      </w:tr>
      <w:tr w:rsidR="002E5E4B" w:rsidRPr="00C240D5" w14:paraId="5A7BFDE6" w14:textId="77777777" w:rsidTr="00EA5960">
        <w:trPr>
          <w:trHeight w:val="1967"/>
        </w:trPr>
        <w:tc>
          <w:tcPr>
            <w:tcW w:w="421" w:type="dxa"/>
            <w:tcBorders>
              <w:right w:val="nil"/>
            </w:tcBorders>
          </w:tcPr>
          <w:p w14:paraId="762F7F7A" w14:textId="77777777" w:rsidR="002E5E4B" w:rsidRPr="00C240D5" w:rsidRDefault="002E5E4B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173A62E9" w14:textId="77777777" w:rsidR="002E5E4B" w:rsidRPr="00C240D5" w:rsidRDefault="002E5E4B" w:rsidP="00EA5960">
            <w:pPr>
              <w:spacing w:before="120" w:after="0"/>
              <w:rPr>
                <w:rFonts w:ascii="Avenir Book" w:hAnsi="Avenir Book"/>
              </w:rPr>
            </w:pPr>
            <w:r w:rsidRPr="00752273">
              <w:rPr>
                <w:rFonts w:ascii="Avenir Book" w:hAnsi="Avenir Book"/>
              </w:rPr>
              <w:drawing>
                <wp:anchor distT="0" distB="0" distL="114300" distR="114300" simplePos="0" relativeHeight="251686912" behindDoc="0" locked="0" layoutInCell="1" allowOverlap="1" wp14:anchorId="7DEB2191" wp14:editId="4073A12D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61595</wp:posOffset>
                  </wp:positionV>
                  <wp:extent cx="810228" cy="1050550"/>
                  <wp:effectExtent l="0" t="0" r="3175" b="381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228" cy="105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Find the length of the diagonal</w:t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35F1343A" w14:textId="77777777" w:rsidR="002E5E4B" w:rsidRPr="00C240D5" w:rsidRDefault="002E5E4B" w:rsidP="00EA596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016D55AA" w14:textId="77777777" w:rsidR="002E5E4B" w:rsidRPr="00C240D5" w:rsidRDefault="002E5E4B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480240E3" w14:textId="77777777" w:rsidR="002E5E4B" w:rsidRDefault="002E5E4B" w:rsidP="00525119">
      <w:pPr>
        <w:spacing w:after="0"/>
        <w:rPr>
          <w:rFonts w:ascii="Avenir Book" w:hAnsi="Avenir Book"/>
          <w:sz w:val="24"/>
          <w:szCs w:val="24"/>
        </w:rPr>
      </w:pPr>
    </w:p>
    <w:sectPr w:rsidR="002E5E4B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A15D0"/>
    <w:rsid w:val="000A43CA"/>
    <w:rsid w:val="000A63AF"/>
    <w:rsid w:val="001826A9"/>
    <w:rsid w:val="00187F10"/>
    <w:rsid w:val="00213C21"/>
    <w:rsid w:val="002739A9"/>
    <w:rsid w:val="002D5D86"/>
    <w:rsid w:val="002E29DC"/>
    <w:rsid w:val="002E5E4B"/>
    <w:rsid w:val="00333535"/>
    <w:rsid w:val="00374EB2"/>
    <w:rsid w:val="003B2A0C"/>
    <w:rsid w:val="003C159D"/>
    <w:rsid w:val="003F51D8"/>
    <w:rsid w:val="004868DC"/>
    <w:rsid w:val="00505FC9"/>
    <w:rsid w:val="00525119"/>
    <w:rsid w:val="0064471D"/>
    <w:rsid w:val="00705472"/>
    <w:rsid w:val="00730A9F"/>
    <w:rsid w:val="00752273"/>
    <w:rsid w:val="007B4226"/>
    <w:rsid w:val="007C5701"/>
    <w:rsid w:val="007E2C1A"/>
    <w:rsid w:val="008E22E3"/>
    <w:rsid w:val="0090117B"/>
    <w:rsid w:val="00983B9E"/>
    <w:rsid w:val="0099142F"/>
    <w:rsid w:val="00AD3C1A"/>
    <w:rsid w:val="00BE7AC9"/>
    <w:rsid w:val="00C1528C"/>
    <w:rsid w:val="00C240D5"/>
    <w:rsid w:val="00C41860"/>
    <w:rsid w:val="00D51195"/>
    <w:rsid w:val="00DB511B"/>
    <w:rsid w:val="00E05DE5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15</cp:revision>
  <cp:lastPrinted>2019-06-10T18:42:00Z</cp:lastPrinted>
  <dcterms:created xsi:type="dcterms:W3CDTF">2019-06-10T13:35:00Z</dcterms:created>
  <dcterms:modified xsi:type="dcterms:W3CDTF">2019-06-10T18:42:00Z</dcterms:modified>
</cp:coreProperties>
</file>